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D74" w:rsidRPr="004C155E" w:rsidRDefault="00326D74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 w:rsidRPr="004C155E">
        <w:rPr>
          <w:rFonts w:ascii="Century" w:hAnsi="Century"/>
          <w:noProof/>
          <w:lang w:val="uk-UA" w:eastAsia="uk-UA"/>
        </w:rPr>
        <w:drawing>
          <wp:inline distT="0" distB="0" distL="0" distR="0" wp14:anchorId="28332F05" wp14:editId="4E9FADD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D74" w:rsidRPr="004C155E" w:rsidRDefault="00326D7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C155E">
        <w:rPr>
          <w:rFonts w:ascii="Century" w:hAnsi="Century"/>
          <w:sz w:val="32"/>
          <w:szCs w:val="32"/>
        </w:rPr>
        <w:t>УКРАЇНА</w:t>
      </w:r>
    </w:p>
    <w:p w:rsidR="00326D74" w:rsidRPr="004C155E" w:rsidRDefault="00326D74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C155E">
        <w:rPr>
          <w:rFonts w:ascii="Century" w:hAnsi="Century"/>
          <w:b/>
          <w:sz w:val="32"/>
        </w:rPr>
        <w:t>ГОРОДОЦЬКА МІСЬКА РАДА</w:t>
      </w:r>
    </w:p>
    <w:p w:rsidR="00326D74" w:rsidRPr="004C155E" w:rsidRDefault="00326D74" w:rsidP="001A6806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C155E">
        <w:rPr>
          <w:rFonts w:ascii="Century" w:hAnsi="Century"/>
          <w:sz w:val="32"/>
        </w:rPr>
        <w:t>ЛЬВІВСЬКОЇ ОБЛАСТІ</w:t>
      </w:r>
    </w:p>
    <w:p w:rsidR="00326D74" w:rsidRPr="004C155E" w:rsidRDefault="00326D74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704C9D">
        <w:rPr>
          <w:rFonts w:ascii="Century" w:hAnsi="Century"/>
          <w:b/>
          <w:noProof/>
          <w:sz w:val="32"/>
          <w:szCs w:val="32"/>
          <w:lang w:val="uk-UA"/>
        </w:rPr>
        <w:t>27</w:t>
      </w:r>
      <w:r w:rsidRPr="004C155E">
        <w:rPr>
          <w:rFonts w:ascii="Century" w:hAnsi="Century"/>
          <w:b/>
          <w:sz w:val="32"/>
          <w:szCs w:val="32"/>
        </w:rPr>
        <w:t xml:space="preserve"> </w:t>
      </w:r>
      <w:r w:rsidRPr="004C155E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:rsidR="00326D74" w:rsidRPr="004C155E" w:rsidRDefault="00326D74" w:rsidP="001A6806">
      <w:pPr>
        <w:jc w:val="center"/>
        <w:rPr>
          <w:rFonts w:ascii="Century" w:hAnsi="Century"/>
          <w:b/>
          <w:sz w:val="28"/>
          <w:szCs w:val="28"/>
        </w:rPr>
      </w:pPr>
    </w:p>
    <w:p w:rsidR="00326D74" w:rsidRPr="008B4C26" w:rsidRDefault="00326D74" w:rsidP="008B4C26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 w:rsidRPr="008B4C26">
        <w:rPr>
          <w:rFonts w:ascii="Century" w:hAnsi="Century"/>
          <w:b/>
          <w:sz w:val="36"/>
          <w:szCs w:val="36"/>
        </w:rPr>
        <w:t>№</w:t>
      </w:r>
      <w:r w:rsidR="00832E32">
        <w:rPr>
          <w:rFonts w:ascii="Century" w:hAnsi="Century"/>
          <w:noProof/>
          <w:sz w:val="36"/>
          <w:szCs w:val="36"/>
          <w:lang w:val="uk-UA"/>
        </w:rPr>
        <w:t>81</w:t>
      </w:r>
      <w:bookmarkStart w:id="0" w:name="_GoBack"/>
      <w:bookmarkEnd w:id="0"/>
    </w:p>
    <w:p w:rsidR="00326D74" w:rsidRPr="00DD5EB5" w:rsidRDefault="00326D74" w:rsidP="00375341">
      <w:pPr>
        <w:rPr>
          <w:rFonts w:ascii="Century" w:hAnsi="Century"/>
          <w:szCs w:val="26"/>
        </w:rPr>
      </w:pPr>
      <w:r w:rsidRPr="00704C9D">
        <w:rPr>
          <w:rFonts w:ascii="Century" w:hAnsi="Century"/>
          <w:noProof/>
          <w:szCs w:val="26"/>
        </w:rPr>
        <w:t>15 грудня 2022 року</w:t>
      </w:r>
      <w:r w:rsidRPr="00DD5EB5">
        <w:rPr>
          <w:rFonts w:ascii="Century" w:hAnsi="Century"/>
          <w:szCs w:val="26"/>
        </w:rPr>
        <w:tab/>
      </w:r>
      <w:r w:rsidRPr="00DD5EB5">
        <w:rPr>
          <w:rFonts w:ascii="Century" w:hAnsi="Century"/>
          <w:szCs w:val="26"/>
        </w:rPr>
        <w:tab/>
      </w:r>
      <w:r w:rsidRPr="00DD5EB5">
        <w:rPr>
          <w:rFonts w:ascii="Century" w:hAnsi="Century"/>
          <w:szCs w:val="26"/>
        </w:rPr>
        <w:tab/>
      </w:r>
      <w:r w:rsidRPr="00DD5EB5">
        <w:rPr>
          <w:rFonts w:ascii="Century" w:hAnsi="Century"/>
          <w:szCs w:val="26"/>
        </w:rPr>
        <w:tab/>
      </w:r>
      <w:r w:rsidRPr="00DD5EB5">
        <w:rPr>
          <w:rFonts w:ascii="Century" w:hAnsi="Century"/>
          <w:szCs w:val="26"/>
        </w:rPr>
        <w:tab/>
      </w:r>
      <w:r w:rsidRPr="00DD5EB5">
        <w:rPr>
          <w:rFonts w:ascii="Century" w:hAnsi="Century"/>
          <w:szCs w:val="26"/>
        </w:rPr>
        <w:tab/>
      </w:r>
      <w:r w:rsidRPr="00DD5EB5">
        <w:rPr>
          <w:rFonts w:ascii="Century" w:hAnsi="Century"/>
          <w:szCs w:val="26"/>
        </w:rPr>
        <w:tab/>
      </w:r>
      <w:r w:rsidRPr="00DD5EB5">
        <w:rPr>
          <w:rFonts w:ascii="Century" w:hAnsi="Century"/>
          <w:szCs w:val="26"/>
        </w:rPr>
        <w:tab/>
      </w:r>
      <w:r w:rsidRPr="00DD5EB5">
        <w:rPr>
          <w:rFonts w:ascii="Century" w:hAnsi="Century"/>
          <w:szCs w:val="26"/>
          <w:lang w:val="uk-UA"/>
        </w:rPr>
        <w:t xml:space="preserve">         </w:t>
      </w:r>
      <w:r w:rsidRPr="00DD5EB5">
        <w:rPr>
          <w:rFonts w:ascii="Century" w:hAnsi="Century"/>
          <w:szCs w:val="26"/>
        </w:rPr>
        <w:t>м. Городок</w:t>
      </w:r>
    </w:p>
    <w:p w:rsidR="00326D74" w:rsidRPr="00DD5EB5" w:rsidRDefault="00326D74" w:rsidP="00375341">
      <w:pPr>
        <w:rPr>
          <w:szCs w:val="26"/>
        </w:rPr>
      </w:pPr>
    </w:p>
    <w:p w:rsidR="00326D74" w:rsidRPr="009D4AEE" w:rsidRDefault="00326D74" w:rsidP="00375341">
      <w:pPr>
        <w:jc w:val="both"/>
        <w:rPr>
          <w:rFonts w:ascii="Century" w:hAnsi="Century"/>
          <w:b/>
          <w:noProof/>
          <w:szCs w:val="26"/>
          <w:lang w:val="uk-UA"/>
        </w:rPr>
      </w:pPr>
      <w:r w:rsidRPr="00DD5EB5">
        <w:rPr>
          <w:rFonts w:ascii="Century" w:hAnsi="Century"/>
          <w:b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704C9D">
        <w:rPr>
          <w:rFonts w:ascii="Century" w:hAnsi="Century"/>
          <w:b/>
          <w:noProof/>
          <w:szCs w:val="26"/>
          <w:lang w:val="uk-UA"/>
        </w:rPr>
        <w:t>Котову Сергію Миколайовичу</w:t>
      </w:r>
      <w:r>
        <w:rPr>
          <w:rFonts w:ascii="Century" w:hAnsi="Century"/>
          <w:b/>
          <w:noProof/>
          <w:szCs w:val="26"/>
          <w:lang w:val="uk-UA"/>
        </w:rPr>
        <w:t xml:space="preserve"> та </w:t>
      </w:r>
      <w:r w:rsidRPr="00704C9D">
        <w:rPr>
          <w:rFonts w:ascii="Century" w:hAnsi="Century"/>
          <w:b/>
          <w:noProof/>
          <w:szCs w:val="26"/>
          <w:lang w:val="uk-UA"/>
        </w:rPr>
        <w:t>Мельнику Зіновію Степановичу</w:t>
      </w:r>
      <w:r w:rsidRPr="00DD5EB5">
        <w:rPr>
          <w:rFonts w:ascii="Century" w:hAnsi="Century"/>
          <w:b/>
          <w:noProof/>
          <w:szCs w:val="26"/>
          <w:lang w:val="uk-UA"/>
        </w:rPr>
        <w:t xml:space="preserve">, </w:t>
      </w:r>
      <w:r w:rsidRPr="00704C9D">
        <w:rPr>
          <w:rFonts w:ascii="Century" w:hAnsi="Century"/>
          <w:b/>
          <w:noProof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b/>
          <w:noProof/>
          <w:szCs w:val="26"/>
          <w:lang w:val="uk-UA"/>
        </w:rPr>
        <w:t>,</w:t>
      </w:r>
      <w:r w:rsidRPr="00DD5EB5">
        <w:rPr>
          <w:rFonts w:ascii="Century" w:hAnsi="Century"/>
          <w:b/>
          <w:szCs w:val="26"/>
          <w:lang w:val="uk-UA"/>
        </w:rPr>
        <w:t xml:space="preserve"> розташован</w:t>
      </w:r>
      <w:r>
        <w:rPr>
          <w:rFonts w:ascii="Century" w:hAnsi="Century"/>
          <w:b/>
          <w:szCs w:val="26"/>
          <w:lang w:val="uk-UA"/>
        </w:rPr>
        <w:t xml:space="preserve">ої за адресою: </w:t>
      </w:r>
      <w:r w:rsidRPr="00704C9D">
        <w:rPr>
          <w:rFonts w:ascii="Century" w:hAnsi="Century"/>
          <w:b/>
          <w:noProof/>
          <w:szCs w:val="26"/>
          <w:lang w:val="uk-UA"/>
        </w:rPr>
        <w:t>вул. Джерельна, 78, с. Годвишня</w:t>
      </w:r>
    </w:p>
    <w:p w:rsidR="00326D74" w:rsidRPr="00DD5EB5" w:rsidRDefault="00326D74" w:rsidP="00375341">
      <w:pPr>
        <w:rPr>
          <w:szCs w:val="26"/>
        </w:rPr>
      </w:pPr>
    </w:p>
    <w:p w:rsidR="00326D74" w:rsidRPr="00DD5EB5" w:rsidRDefault="00326D74" w:rsidP="00375341">
      <w:pPr>
        <w:jc w:val="both"/>
        <w:rPr>
          <w:rFonts w:ascii="Century" w:hAnsi="Century"/>
          <w:szCs w:val="26"/>
          <w:lang w:val="uk-UA"/>
        </w:rPr>
      </w:pPr>
      <w:r w:rsidRPr="00DD5EB5">
        <w:rPr>
          <w:rFonts w:ascii="Century" w:hAnsi="Century"/>
          <w:szCs w:val="26"/>
          <w:lang w:val="uk-UA"/>
        </w:rPr>
        <w:t>Розглянувши заяву  про затвердження технічної документації із землеустрою щодо встановлення</w:t>
      </w:r>
      <w:r w:rsidRPr="00DD5EB5">
        <w:rPr>
          <w:rFonts w:ascii="Century" w:hAnsi="Century"/>
          <w:szCs w:val="26"/>
          <w:lang w:val="en-US"/>
        </w:rPr>
        <w:t xml:space="preserve"> (</w:t>
      </w:r>
      <w:r w:rsidRPr="00DD5EB5">
        <w:rPr>
          <w:rFonts w:ascii="Century" w:hAnsi="Century"/>
          <w:szCs w:val="26"/>
          <w:lang w:val="uk-UA"/>
        </w:rPr>
        <w:t>відновлення</w:t>
      </w:r>
      <w:r w:rsidRPr="00DD5EB5">
        <w:rPr>
          <w:rFonts w:ascii="Century" w:hAnsi="Century"/>
          <w:szCs w:val="26"/>
          <w:lang w:val="en-US"/>
        </w:rPr>
        <w:t>)</w:t>
      </w:r>
      <w:r w:rsidRPr="00DD5EB5">
        <w:rPr>
          <w:rFonts w:ascii="Century" w:hAnsi="Century"/>
          <w:szCs w:val="26"/>
          <w:lang w:val="uk-UA"/>
        </w:rPr>
        <w:t xml:space="preserve"> меж земельної ділянки в натурі (на місцевості), </w:t>
      </w:r>
      <w:r w:rsidRPr="00704C9D">
        <w:rPr>
          <w:rFonts w:ascii="Century" w:hAnsi="Century"/>
          <w:noProof/>
          <w:szCs w:val="26"/>
          <w:lang w:val="uk-UA"/>
        </w:rPr>
        <w:t>Котову Сергію Миколайовичу</w:t>
      </w:r>
      <w:r w:rsidRPr="00DD5EB5">
        <w:rPr>
          <w:rFonts w:ascii="Century" w:hAnsi="Century"/>
          <w:szCs w:val="26"/>
          <w:lang w:val="uk-UA"/>
        </w:rPr>
        <w:t xml:space="preserve">, </w:t>
      </w:r>
      <w:r w:rsidRPr="00704C9D">
        <w:rPr>
          <w:rFonts w:ascii="Century" w:hAnsi="Century"/>
          <w:noProof/>
          <w:szCs w:val="26"/>
          <w:lang w:val="uk-UA"/>
        </w:rPr>
        <w:t>Мельнику Зіновію Степановичу</w:t>
      </w:r>
      <w:r>
        <w:rPr>
          <w:rFonts w:ascii="Century" w:hAnsi="Century"/>
          <w:szCs w:val="26"/>
          <w:lang w:val="uk-UA"/>
        </w:rPr>
        <w:t xml:space="preserve">, </w:t>
      </w:r>
      <w:r w:rsidRPr="00704C9D">
        <w:rPr>
          <w:rFonts w:ascii="Century" w:hAnsi="Century"/>
          <w:noProof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Cs w:val="26"/>
          <w:lang w:val="uk-UA"/>
        </w:rPr>
        <w:t xml:space="preserve">, </w:t>
      </w:r>
      <w:r>
        <w:rPr>
          <w:rFonts w:ascii="Century" w:hAnsi="Century"/>
          <w:szCs w:val="26"/>
          <w:lang w:val="uk-UA"/>
        </w:rPr>
        <w:t>розташованої за адресою:</w:t>
      </w:r>
      <w:r w:rsidRPr="00DD5EB5">
        <w:rPr>
          <w:rFonts w:ascii="Century" w:hAnsi="Century"/>
          <w:szCs w:val="26"/>
          <w:lang w:val="uk-UA"/>
        </w:rPr>
        <w:t xml:space="preserve"> </w:t>
      </w:r>
      <w:r w:rsidRPr="00704C9D">
        <w:rPr>
          <w:rFonts w:ascii="Century" w:hAnsi="Century"/>
          <w:noProof/>
          <w:szCs w:val="26"/>
          <w:lang w:val="uk-UA"/>
        </w:rPr>
        <w:t>вул. Джерельна, 78, с. Годвишня</w:t>
      </w:r>
      <w:r>
        <w:rPr>
          <w:rFonts w:ascii="Century" w:hAnsi="Century"/>
          <w:szCs w:val="26"/>
          <w:lang w:val="uk-UA"/>
        </w:rPr>
        <w:t xml:space="preserve">, відповідну технічну документацію розроблену </w:t>
      </w:r>
      <w:r w:rsidRPr="00DD5EB5">
        <w:rPr>
          <w:rFonts w:ascii="Century" w:hAnsi="Century"/>
          <w:szCs w:val="26"/>
          <w:lang w:val="uk-UA"/>
        </w:rPr>
        <w:t xml:space="preserve"> </w:t>
      </w:r>
      <w:r w:rsidRPr="00704C9D">
        <w:rPr>
          <w:rFonts w:ascii="Century" w:hAnsi="Century"/>
          <w:noProof/>
          <w:szCs w:val="26"/>
          <w:lang w:val="uk-UA"/>
        </w:rPr>
        <w:t>ЛРВВ ЛРФ "Центр державного земельного кадастру"</w:t>
      </w:r>
      <w:r>
        <w:rPr>
          <w:rFonts w:ascii="Century" w:hAnsi="Century"/>
          <w:noProof/>
          <w:szCs w:val="26"/>
          <w:lang w:val="uk-UA"/>
        </w:rPr>
        <w:t xml:space="preserve">, </w:t>
      </w:r>
      <w:r w:rsidRPr="00DD5EB5">
        <w:rPr>
          <w:rFonts w:ascii="Century" w:hAnsi="Century"/>
          <w:szCs w:val="26"/>
          <w:lang w:val="uk-UA"/>
        </w:rPr>
        <w:t xml:space="preserve">керуючись ст.ст. 12, 81, 83, 116, 118, 121,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</w:t>
      </w:r>
      <w:r w:rsidR="009D0E7D">
        <w:rPr>
          <w:rFonts w:ascii="Century" w:hAnsi="Century"/>
          <w:szCs w:val="26"/>
          <w:lang w:val="uk-UA"/>
        </w:rPr>
        <w:t>з питань</w:t>
      </w:r>
      <w:r w:rsidRPr="00DD5EB5">
        <w:rPr>
          <w:rFonts w:ascii="Century" w:hAnsi="Century"/>
          <w:szCs w:val="26"/>
          <w:lang w:val="uk-UA"/>
        </w:rPr>
        <w:t xml:space="preserve"> земельних ресурсів, АПК, містобудування, охорони довкілля, міська рада -</w:t>
      </w:r>
    </w:p>
    <w:p w:rsidR="00326D74" w:rsidRPr="00DD5EB5" w:rsidRDefault="00326D74" w:rsidP="00375341">
      <w:pPr>
        <w:jc w:val="center"/>
        <w:rPr>
          <w:rFonts w:ascii="Century" w:hAnsi="Century"/>
          <w:b/>
          <w:szCs w:val="26"/>
          <w:lang w:val="uk-UA"/>
        </w:rPr>
      </w:pPr>
      <w:r w:rsidRPr="00DD5EB5">
        <w:rPr>
          <w:rFonts w:ascii="Century" w:hAnsi="Century"/>
          <w:b/>
          <w:szCs w:val="26"/>
          <w:lang w:val="uk-UA"/>
        </w:rPr>
        <w:t>В И Р І Ш И Л А:</w:t>
      </w:r>
    </w:p>
    <w:p w:rsidR="00326D74" w:rsidRPr="00DD5EB5" w:rsidRDefault="00326D74" w:rsidP="00375341">
      <w:pPr>
        <w:jc w:val="both"/>
        <w:rPr>
          <w:rFonts w:ascii="Century" w:hAnsi="Century"/>
          <w:szCs w:val="26"/>
          <w:lang w:val="uk-UA"/>
        </w:rPr>
      </w:pPr>
      <w:r w:rsidRPr="00DD5EB5">
        <w:rPr>
          <w:rFonts w:ascii="Century" w:hAnsi="Century"/>
          <w:szCs w:val="26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Pr="00704C9D">
        <w:rPr>
          <w:rFonts w:ascii="Century" w:hAnsi="Century"/>
          <w:noProof/>
          <w:szCs w:val="26"/>
          <w:lang w:val="uk-UA"/>
        </w:rPr>
        <w:t>0,1471</w:t>
      </w:r>
      <w:r w:rsidRPr="00DD5EB5">
        <w:rPr>
          <w:rFonts w:ascii="Century" w:hAnsi="Century"/>
          <w:szCs w:val="26"/>
          <w:lang w:val="uk-UA"/>
        </w:rPr>
        <w:t xml:space="preserve"> га кадастровий номер </w:t>
      </w:r>
      <w:r w:rsidRPr="00704C9D">
        <w:rPr>
          <w:rFonts w:ascii="Century" w:hAnsi="Century"/>
          <w:noProof/>
          <w:szCs w:val="26"/>
          <w:lang w:val="uk-UA"/>
        </w:rPr>
        <w:t>4620983300:23:005:0052</w:t>
      </w:r>
      <w:r w:rsidRPr="00DD5EB5">
        <w:rPr>
          <w:rFonts w:ascii="Century" w:hAnsi="Century"/>
          <w:noProof/>
          <w:szCs w:val="26"/>
          <w:lang w:val="uk-UA"/>
        </w:rPr>
        <w:t xml:space="preserve">, </w:t>
      </w:r>
      <w:r w:rsidRPr="00704C9D">
        <w:rPr>
          <w:rFonts w:ascii="Century" w:hAnsi="Century"/>
          <w:b/>
          <w:noProof/>
          <w:szCs w:val="26"/>
          <w:lang w:val="uk-UA"/>
        </w:rPr>
        <w:t>Котову Сергію Миколайовичу</w:t>
      </w:r>
      <w:r w:rsidRPr="00DD5EB5">
        <w:rPr>
          <w:rFonts w:ascii="Century" w:hAnsi="Century"/>
          <w:noProof/>
          <w:szCs w:val="26"/>
          <w:lang w:val="uk-UA"/>
        </w:rPr>
        <w:t xml:space="preserve"> в розмірі - </w:t>
      </w:r>
      <w:r w:rsidRPr="00704C9D">
        <w:rPr>
          <w:rFonts w:ascii="Century" w:hAnsi="Century"/>
          <w:noProof/>
          <w:szCs w:val="26"/>
          <w:lang w:val="uk-UA"/>
        </w:rPr>
        <w:t>1/2</w:t>
      </w:r>
      <w:r w:rsidRPr="00DD5EB5">
        <w:rPr>
          <w:rFonts w:ascii="Century" w:hAnsi="Century"/>
          <w:noProof/>
          <w:szCs w:val="26"/>
          <w:lang w:val="uk-UA"/>
        </w:rPr>
        <w:t xml:space="preserve"> частки та </w:t>
      </w:r>
      <w:r w:rsidRPr="00704C9D">
        <w:rPr>
          <w:rFonts w:ascii="Century" w:hAnsi="Century"/>
          <w:b/>
          <w:noProof/>
          <w:szCs w:val="26"/>
          <w:lang w:val="uk-UA"/>
        </w:rPr>
        <w:t>Мельнику Зіновію Степановичу</w:t>
      </w:r>
      <w:r w:rsidRPr="00DD5EB5">
        <w:rPr>
          <w:rFonts w:ascii="Century" w:hAnsi="Century"/>
          <w:noProof/>
          <w:szCs w:val="26"/>
          <w:lang w:val="uk-UA"/>
        </w:rPr>
        <w:t xml:space="preserve"> в розмірі - </w:t>
      </w:r>
      <w:r w:rsidRPr="00704C9D">
        <w:rPr>
          <w:rFonts w:ascii="Century" w:hAnsi="Century"/>
          <w:noProof/>
          <w:szCs w:val="26"/>
          <w:lang w:val="uk-UA"/>
        </w:rPr>
        <w:t>1/2</w:t>
      </w:r>
      <w:r w:rsidRPr="00DD5EB5">
        <w:rPr>
          <w:rFonts w:ascii="Century" w:hAnsi="Century"/>
          <w:noProof/>
          <w:szCs w:val="26"/>
          <w:lang w:val="uk-UA"/>
        </w:rPr>
        <w:t xml:space="preserve"> частки </w:t>
      </w:r>
      <w:r w:rsidRPr="00DD5EB5">
        <w:rPr>
          <w:rFonts w:ascii="Century" w:hAnsi="Century"/>
          <w:szCs w:val="26"/>
          <w:lang w:val="uk-UA"/>
        </w:rPr>
        <w:t xml:space="preserve">з цільовим призначенням – </w:t>
      </w:r>
      <w:r w:rsidRPr="00704C9D">
        <w:rPr>
          <w:rFonts w:ascii="Century" w:hAnsi="Century"/>
          <w:noProof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rFonts w:ascii="Century" w:hAnsi="Century"/>
          <w:noProof/>
          <w:szCs w:val="26"/>
          <w:lang w:val="uk-UA"/>
        </w:rPr>
        <w:t>,</w:t>
      </w:r>
      <w:r>
        <w:rPr>
          <w:rFonts w:ascii="Century" w:hAnsi="Century"/>
          <w:szCs w:val="26"/>
          <w:lang w:val="uk-UA"/>
        </w:rPr>
        <w:t xml:space="preserve"> розташованої за адресою:</w:t>
      </w:r>
      <w:r w:rsidRPr="00DD5EB5">
        <w:rPr>
          <w:rFonts w:ascii="Century" w:hAnsi="Century"/>
          <w:szCs w:val="26"/>
          <w:lang w:val="uk-UA"/>
        </w:rPr>
        <w:t xml:space="preserve"> </w:t>
      </w:r>
      <w:r w:rsidRPr="00704C9D">
        <w:rPr>
          <w:rFonts w:ascii="Century" w:hAnsi="Century"/>
          <w:noProof/>
          <w:szCs w:val="26"/>
          <w:lang w:val="uk-UA"/>
        </w:rPr>
        <w:t>вул. Джерельна, 78, с. Годвишня</w:t>
      </w:r>
      <w:r w:rsidR="00986690">
        <w:rPr>
          <w:rFonts w:ascii="Century" w:hAnsi="Century"/>
          <w:szCs w:val="26"/>
          <w:lang w:val="uk-UA"/>
        </w:rPr>
        <w:t>, Львівського району Львівської області.</w:t>
      </w:r>
    </w:p>
    <w:p w:rsidR="00326D74" w:rsidRPr="00DD5EB5" w:rsidRDefault="00326D74" w:rsidP="00375341">
      <w:pPr>
        <w:jc w:val="both"/>
        <w:rPr>
          <w:rFonts w:ascii="Century" w:hAnsi="Century"/>
          <w:szCs w:val="26"/>
          <w:lang w:val="uk-UA"/>
        </w:rPr>
      </w:pPr>
      <w:r w:rsidRPr="00DD5EB5">
        <w:rPr>
          <w:rFonts w:ascii="Century" w:hAnsi="Century"/>
          <w:szCs w:val="26"/>
          <w:lang w:val="uk-UA"/>
        </w:rPr>
        <w:t xml:space="preserve">2. Передати у власність </w:t>
      </w:r>
      <w:r w:rsidRPr="00704C9D">
        <w:rPr>
          <w:rFonts w:ascii="Century" w:hAnsi="Century"/>
          <w:b/>
          <w:noProof/>
          <w:szCs w:val="26"/>
          <w:lang w:val="uk-UA"/>
        </w:rPr>
        <w:t>Котову Сергію Миколайовичу</w:t>
      </w:r>
      <w:r w:rsidRPr="00DD5EB5">
        <w:rPr>
          <w:rFonts w:ascii="Century" w:hAnsi="Century"/>
          <w:noProof/>
          <w:szCs w:val="26"/>
          <w:lang w:val="uk-UA"/>
        </w:rPr>
        <w:t xml:space="preserve"> в розмірі - </w:t>
      </w:r>
      <w:r w:rsidRPr="00704C9D">
        <w:rPr>
          <w:rFonts w:ascii="Century" w:hAnsi="Century"/>
          <w:noProof/>
          <w:szCs w:val="26"/>
          <w:lang w:val="uk-UA"/>
        </w:rPr>
        <w:t>1/2</w:t>
      </w:r>
      <w:r w:rsidRPr="00DD5EB5">
        <w:rPr>
          <w:rFonts w:ascii="Century" w:hAnsi="Century"/>
          <w:noProof/>
          <w:szCs w:val="26"/>
          <w:lang w:val="uk-UA"/>
        </w:rPr>
        <w:t xml:space="preserve"> частки та </w:t>
      </w:r>
      <w:r w:rsidRPr="00704C9D">
        <w:rPr>
          <w:rFonts w:ascii="Century" w:hAnsi="Century"/>
          <w:b/>
          <w:noProof/>
          <w:szCs w:val="26"/>
          <w:lang w:val="uk-UA"/>
        </w:rPr>
        <w:t>Мельнику Зіновію Степановичу</w:t>
      </w:r>
      <w:r w:rsidRPr="00DD5EB5">
        <w:rPr>
          <w:rFonts w:ascii="Century" w:hAnsi="Century"/>
          <w:noProof/>
          <w:szCs w:val="26"/>
          <w:lang w:val="uk-UA"/>
        </w:rPr>
        <w:t xml:space="preserve"> в розмірі - </w:t>
      </w:r>
      <w:r w:rsidRPr="00704C9D">
        <w:rPr>
          <w:rFonts w:ascii="Century" w:hAnsi="Century"/>
          <w:noProof/>
          <w:szCs w:val="26"/>
          <w:lang w:val="uk-UA"/>
        </w:rPr>
        <w:t>1/2</w:t>
      </w:r>
      <w:r w:rsidRPr="00DD5EB5">
        <w:rPr>
          <w:rFonts w:ascii="Century" w:hAnsi="Century"/>
          <w:noProof/>
          <w:szCs w:val="26"/>
          <w:lang w:val="uk-UA"/>
        </w:rPr>
        <w:t xml:space="preserve"> частки, </w:t>
      </w:r>
      <w:r w:rsidRPr="00DD5EB5">
        <w:rPr>
          <w:rFonts w:ascii="Century" w:hAnsi="Century"/>
          <w:szCs w:val="26"/>
          <w:lang w:val="uk-UA"/>
        </w:rPr>
        <w:t xml:space="preserve">земельну ділянку площею </w:t>
      </w:r>
      <w:r w:rsidRPr="00704C9D">
        <w:rPr>
          <w:rFonts w:ascii="Century" w:hAnsi="Century"/>
          <w:noProof/>
          <w:szCs w:val="26"/>
          <w:lang w:val="uk-UA"/>
        </w:rPr>
        <w:t>0,1471</w:t>
      </w:r>
      <w:r w:rsidRPr="00DD5EB5">
        <w:rPr>
          <w:rFonts w:ascii="Century" w:hAnsi="Century"/>
          <w:noProof/>
          <w:szCs w:val="26"/>
          <w:lang w:val="uk-UA"/>
        </w:rPr>
        <w:t xml:space="preserve"> </w:t>
      </w:r>
      <w:r w:rsidRPr="00DD5EB5">
        <w:rPr>
          <w:rFonts w:ascii="Century" w:hAnsi="Century"/>
          <w:szCs w:val="26"/>
          <w:lang w:val="uk-UA"/>
        </w:rPr>
        <w:t xml:space="preserve">га кадастровий номер </w:t>
      </w:r>
      <w:r w:rsidRPr="00704C9D">
        <w:rPr>
          <w:rFonts w:ascii="Century" w:hAnsi="Century"/>
          <w:noProof/>
          <w:szCs w:val="26"/>
          <w:lang w:val="uk-UA"/>
        </w:rPr>
        <w:t>4620983300:23:005:0052</w:t>
      </w:r>
      <w:r w:rsidRPr="00DD5EB5">
        <w:rPr>
          <w:rFonts w:ascii="Century" w:hAnsi="Century"/>
          <w:noProof/>
          <w:szCs w:val="26"/>
          <w:lang w:val="uk-UA"/>
        </w:rPr>
        <w:t xml:space="preserve"> </w:t>
      </w:r>
      <w:r w:rsidRPr="00DD5EB5">
        <w:rPr>
          <w:rFonts w:ascii="Century" w:hAnsi="Century"/>
          <w:szCs w:val="26"/>
          <w:lang w:val="uk-UA"/>
        </w:rPr>
        <w:t xml:space="preserve">з цільовим призначенням – </w:t>
      </w:r>
      <w:r w:rsidRPr="00704C9D">
        <w:rPr>
          <w:rFonts w:ascii="Century" w:hAnsi="Century"/>
          <w:noProof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Pr="00DD5EB5">
        <w:rPr>
          <w:rFonts w:ascii="Century" w:hAnsi="Century"/>
          <w:noProof/>
          <w:szCs w:val="26"/>
          <w:lang w:val="uk-UA"/>
        </w:rPr>
        <w:t xml:space="preserve">, розташовану </w:t>
      </w:r>
      <w:r>
        <w:rPr>
          <w:rFonts w:ascii="Century" w:hAnsi="Century"/>
          <w:szCs w:val="26"/>
          <w:lang w:val="uk-UA"/>
        </w:rPr>
        <w:t>за адресою:</w:t>
      </w:r>
      <w:r w:rsidRPr="00DD5EB5">
        <w:rPr>
          <w:rFonts w:ascii="Century" w:hAnsi="Century"/>
          <w:szCs w:val="26"/>
          <w:lang w:val="uk-UA"/>
        </w:rPr>
        <w:t xml:space="preserve"> </w:t>
      </w:r>
      <w:r w:rsidRPr="00704C9D">
        <w:rPr>
          <w:rFonts w:ascii="Century" w:hAnsi="Century"/>
          <w:noProof/>
          <w:szCs w:val="26"/>
          <w:lang w:val="uk-UA"/>
        </w:rPr>
        <w:t>вул. Джерельна, 78, с. Годвишня</w:t>
      </w:r>
      <w:r w:rsidR="00986690">
        <w:rPr>
          <w:rFonts w:ascii="Century" w:hAnsi="Century"/>
          <w:szCs w:val="26"/>
          <w:lang w:val="uk-UA"/>
        </w:rPr>
        <w:t>,</w:t>
      </w:r>
      <w:r w:rsidR="00986690" w:rsidRPr="00986690">
        <w:rPr>
          <w:rFonts w:ascii="Century" w:hAnsi="Century"/>
          <w:szCs w:val="26"/>
          <w:lang w:val="uk-UA"/>
        </w:rPr>
        <w:t xml:space="preserve"> </w:t>
      </w:r>
      <w:r w:rsidR="00986690">
        <w:rPr>
          <w:rFonts w:ascii="Century" w:hAnsi="Century"/>
          <w:szCs w:val="26"/>
          <w:lang w:val="uk-UA"/>
        </w:rPr>
        <w:t>Львівського району Львівської області.</w:t>
      </w:r>
    </w:p>
    <w:p w:rsidR="00326D74" w:rsidRPr="00DD5EB5" w:rsidRDefault="00326D74" w:rsidP="00375341">
      <w:pPr>
        <w:jc w:val="both"/>
        <w:rPr>
          <w:rFonts w:ascii="Century" w:hAnsi="Century"/>
          <w:szCs w:val="26"/>
          <w:lang w:val="uk-UA"/>
        </w:rPr>
      </w:pPr>
      <w:r w:rsidRPr="00DD5EB5">
        <w:rPr>
          <w:rFonts w:ascii="Century" w:hAnsi="Century"/>
          <w:szCs w:val="26"/>
          <w:lang w:val="uk-UA"/>
        </w:rPr>
        <w:t xml:space="preserve">3. </w:t>
      </w:r>
      <w:r w:rsidRPr="00704C9D">
        <w:rPr>
          <w:rFonts w:ascii="Century" w:hAnsi="Century"/>
          <w:noProof/>
          <w:szCs w:val="26"/>
          <w:lang w:val="uk-UA"/>
        </w:rPr>
        <w:t>Котову Сергію Миколайовичу</w:t>
      </w:r>
      <w:r>
        <w:rPr>
          <w:rFonts w:ascii="Century" w:hAnsi="Century"/>
          <w:noProof/>
          <w:szCs w:val="26"/>
          <w:lang w:val="uk-UA"/>
        </w:rPr>
        <w:t xml:space="preserve"> та</w:t>
      </w:r>
      <w:r w:rsidRPr="00DD5EB5">
        <w:rPr>
          <w:rFonts w:ascii="Century" w:hAnsi="Century"/>
          <w:noProof/>
          <w:szCs w:val="26"/>
          <w:lang w:val="uk-UA"/>
        </w:rPr>
        <w:t xml:space="preserve"> </w:t>
      </w:r>
      <w:r w:rsidRPr="00704C9D">
        <w:rPr>
          <w:rFonts w:ascii="Century" w:hAnsi="Century"/>
          <w:noProof/>
          <w:szCs w:val="26"/>
          <w:lang w:val="uk-UA"/>
        </w:rPr>
        <w:t>Мельнику Зіновію Степановичу</w:t>
      </w:r>
      <w:r w:rsidRPr="00DD5EB5">
        <w:rPr>
          <w:rFonts w:ascii="Century" w:hAnsi="Century"/>
          <w:noProof/>
          <w:szCs w:val="26"/>
          <w:lang w:val="uk-UA"/>
        </w:rPr>
        <w:t xml:space="preserve"> </w:t>
      </w:r>
      <w:r w:rsidRPr="00DD5EB5">
        <w:rPr>
          <w:rFonts w:ascii="Century" w:hAnsi="Century"/>
          <w:szCs w:val="26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326D74" w:rsidRPr="00DD5EB5" w:rsidRDefault="00326D74" w:rsidP="00375341">
      <w:pPr>
        <w:jc w:val="both"/>
        <w:rPr>
          <w:rFonts w:ascii="Century" w:hAnsi="Century"/>
          <w:szCs w:val="26"/>
          <w:lang w:val="uk-UA"/>
        </w:rPr>
      </w:pPr>
      <w:r w:rsidRPr="00DD5EB5">
        <w:rPr>
          <w:rFonts w:ascii="Century" w:hAnsi="Century"/>
          <w:szCs w:val="26"/>
          <w:lang w:val="uk-UA"/>
        </w:rPr>
        <w:t>4. Контроль за виконанням рішення покласти на відділ земельних відносин</w:t>
      </w:r>
      <w:r w:rsidR="009D0E7D">
        <w:rPr>
          <w:rFonts w:ascii="Century" w:hAnsi="Century"/>
          <w:szCs w:val="26"/>
          <w:lang w:val="uk-UA"/>
        </w:rPr>
        <w:t xml:space="preserve"> міської ради</w:t>
      </w:r>
      <w:r w:rsidRPr="00DD5EB5">
        <w:rPr>
          <w:rFonts w:ascii="Century" w:hAnsi="Century"/>
          <w:szCs w:val="26"/>
          <w:lang w:val="uk-UA"/>
        </w:rPr>
        <w:t xml:space="preserve"> та постійну депутатську комісію </w:t>
      </w:r>
      <w:r w:rsidR="009D0E7D">
        <w:rPr>
          <w:rFonts w:ascii="Century" w:hAnsi="Century"/>
          <w:szCs w:val="26"/>
          <w:lang w:val="uk-UA"/>
        </w:rPr>
        <w:t>з питань</w:t>
      </w:r>
      <w:r w:rsidRPr="00DD5EB5">
        <w:rPr>
          <w:rFonts w:ascii="Century" w:hAnsi="Century"/>
          <w:szCs w:val="26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326D74" w:rsidRPr="00DD5EB5" w:rsidRDefault="00326D74" w:rsidP="00375341">
      <w:pPr>
        <w:rPr>
          <w:szCs w:val="26"/>
        </w:rPr>
      </w:pPr>
    </w:p>
    <w:p w:rsidR="00326D74" w:rsidRDefault="00326D74" w:rsidP="00375341">
      <w:pPr>
        <w:jc w:val="both"/>
        <w:rPr>
          <w:rFonts w:ascii="Century" w:hAnsi="Century"/>
          <w:b/>
          <w:szCs w:val="26"/>
          <w:lang w:val="uk-UA"/>
        </w:rPr>
        <w:sectPr w:rsidR="00326D74" w:rsidSect="00326D74">
          <w:pgSz w:w="11906" w:h="16838"/>
          <w:pgMar w:top="680" w:right="850" w:bottom="850" w:left="1417" w:header="709" w:footer="546" w:gutter="0"/>
          <w:pgNumType w:start="1"/>
          <w:cols w:space="708"/>
          <w:docGrid w:linePitch="360"/>
        </w:sectPr>
      </w:pPr>
      <w:r w:rsidRPr="00DD5EB5">
        <w:rPr>
          <w:rFonts w:ascii="Century" w:hAnsi="Century"/>
          <w:b/>
          <w:szCs w:val="26"/>
          <w:lang w:val="uk-UA"/>
        </w:rPr>
        <w:t xml:space="preserve">Міський голова </w:t>
      </w:r>
      <w:r w:rsidRPr="00DD5EB5">
        <w:rPr>
          <w:rFonts w:ascii="Century" w:hAnsi="Century"/>
          <w:b/>
          <w:szCs w:val="26"/>
          <w:lang w:val="uk-UA"/>
        </w:rPr>
        <w:tab/>
      </w:r>
      <w:r w:rsidRPr="00DD5EB5">
        <w:rPr>
          <w:rFonts w:ascii="Century" w:hAnsi="Century"/>
          <w:b/>
          <w:szCs w:val="26"/>
          <w:lang w:val="uk-UA"/>
        </w:rPr>
        <w:tab/>
      </w:r>
      <w:r w:rsidRPr="00DD5EB5">
        <w:rPr>
          <w:rFonts w:ascii="Century" w:hAnsi="Century"/>
          <w:b/>
          <w:szCs w:val="26"/>
          <w:lang w:val="uk-UA"/>
        </w:rPr>
        <w:tab/>
      </w:r>
      <w:r w:rsidRPr="00DD5EB5">
        <w:rPr>
          <w:rFonts w:ascii="Century" w:hAnsi="Century"/>
          <w:b/>
          <w:szCs w:val="26"/>
          <w:lang w:val="uk-UA"/>
        </w:rPr>
        <w:tab/>
      </w:r>
      <w:r w:rsidRPr="00DD5EB5">
        <w:rPr>
          <w:rFonts w:ascii="Century" w:hAnsi="Century"/>
          <w:b/>
          <w:szCs w:val="26"/>
          <w:lang w:val="uk-UA"/>
        </w:rPr>
        <w:tab/>
      </w:r>
      <w:r w:rsidRPr="00DD5EB5">
        <w:rPr>
          <w:rFonts w:ascii="Century" w:hAnsi="Century"/>
          <w:b/>
          <w:szCs w:val="26"/>
          <w:lang w:val="uk-UA"/>
        </w:rPr>
        <w:tab/>
        <w:t xml:space="preserve">                   Володимир РЕМЕНЯК</w:t>
      </w:r>
    </w:p>
    <w:p w:rsidR="00326D74" w:rsidRPr="00DD5EB5" w:rsidRDefault="00326D74" w:rsidP="00375341">
      <w:pPr>
        <w:jc w:val="both"/>
        <w:rPr>
          <w:rFonts w:ascii="Century" w:hAnsi="Century"/>
          <w:sz w:val="22"/>
          <w:lang w:val="uk-UA"/>
        </w:rPr>
      </w:pPr>
    </w:p>
    <w:sectPr w:rsidR="00326D74" w:rsidRPr="00DD5EB5" w:rsidSect="00326D74">
      <w:type w:val="continuous"/>
      <w:pgSz w:w="11906" w:h="16838"/>
      <w:pgMar w:top="680" w:right="850" w:bottom="850" w:left="1417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C6B" w:rsidRDefault="00EC1C6B" w:rsidP="001854AF">
      <w:r>
        <w:separator/>
      </w:r>
    </w:p>
  </w:endnote>
  <w:endnote w:type="continuationSeparator" w:id="0">
    <w:p w:rsidR="00EC1C6B" w:rsidRDefault="00EC1C6B" w:rsidP="0018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C6B" w:rsidRDefault="00EC1C6B" w:rsidP="001854AF">
      <w:r>
        <w:separator/>
      </w:r>
    </w:p>
  </w:footnote>
  <w:footnote w:type="continuationSeparator" w:id="0">
    <w:p w:rsidR="00EC1C6B" w:rsidRDefault="00EC1C6B" w:rsidP="0018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F1"/>
    <w:rsid w:val="00001C02"/>
    <w:rsid w:val="000020F1"/>
    <w:rsid w:val="000037E6"/>
    <w:rsid w:val="00003DAE"/>
    <w:rsid w:val="000118E5"/>
    <w:rsid w:val="00011DE0"/>
    <w:rsid w:val="00014B7B"/>
    <w:rsid w:val="000201B7"/>
    <w:rsid w:val="00025391"/>
    <w:rsid w:val="0003041F"/>
    <w:rsid w:val="0003047D"/>
    <w:rsid w:val="00030A95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0FE2"/>
    <w:rsid w:val="000C3D93"/>
    <w:rsid w:val="000C541E"/>
    <w:rsid w:val="000C5D6F"/>
    <w:rsid w:val="000D2400"/>
    <w:rsid w:val="000D28A6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2171"/>
    <w:rsid w:val="001232EE"/>
    <w:rsid w:val="00140D89"/>
    <w:rsid w:val="00141089"/>
    <w:rsid w:val="00157195"/>
    <w:rsid w:val="00157296"/>
    <w:rsid w:val="0016411E"/>
    <w:rsid w:val="00172926"/>
    <w:rsid w:val="00177C1C"/>
    <w:rsid w:val="001802FE"/>
    <w:rsid w:val="00180CAD"/>
    <w:rsid w:val="001822CD"/>
    <w:rsid w:val="001832C7"/>
    <w:rsid w:val="00183328"/>
    <w:rsid w:val="001854AF"/>
    <w:rsid w:val="00195858"/>
    <w:rsid w:val="00195D84"/>
    <w:rsid w:val="0019738F"/>
    <w:rsid w:val="001A1D02"/>
    <w:rsid w:val="001A4A55"/>
    <w:rsid w:val="001A6806"/>
    <w:rsid w:val="001B0820"/>
    <w:rsid w:val="001C0438"/>
    <w:rsid w:val="001C290E"/>
    <w:rsid w:val="001C5FC3"/>
    <w:rsid w:val="001D0F74"/>
    <w:rsid w:val="001D5AF9"/>
    <w:rsid w:val="001D79D1"/>
    <w:rsid w:val="001E1E73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5C21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A7354"/>
    <w:rsid w:val="002B1145"/>
    <w:rsid w:val="002B286F"/>
    <w:rsid w:val="002B61AE"/>
    <w:rsid w:val="002C06EF"/>
    <w:rsid w:val="002C0869"/>
    <w:rsid w:val="002C2E00"/>
    <w:rsid w:val="002C6A9B"/>
    <w:rsid w:val="002C6E09"/>
    <w:rsid w:val="002D069B"/>
    <w:rsid w:val="002D1B8A"/>
    <w:rsid w:val="002E58E7"/>
    <w:rsid w:val="002E6BDA"/>
    <w:rsid w:val="002E7C45"/>
    <w:rsid w:val="002F0051"/>
    <w:rsid w:val="002F7184"/>
    <w:rsid w:val="003025A7"/>
    <w:rsid w:val="003048AB"/>
    <w:rsid w:val="00305131"/>
    <w:rsid w:val="00310115"/>
    <w:rsid w:val="00311716"/>
    <w:rsid w:val="00320BB3"/>
    <w:rsid w:val="00324F16"/>
    <w:rsid w:val="00326D74"/>
    <w:rsid w:val="00330818"/>
    <w:rsid w:val="00332CF3"/>
    <w:rsid w:val="00337CF5"/>
    <w:rsid w:val="00353CFA"/>
    <w:rsid w:val="00361828"/>
    <w:rsid w:val="00361BC8"/>
    <w:rsid w:val="0036314B"/>
    <w:rsid w:val="003635FA"/>
    <w:rsid w:val="00364513"/>
    <w:rsid w:val="00375341"/>
    <w:rsid w:val="003824C9"/>
    <w:rsid w:val="00382ADF"/>
    <w:rsid w:val="00392D39"/>
    <w:rsid w:val="003940F6"/>
    <w:rsid w:val="00397D55"/>
    <w:rsid w:val="003A5E1B"/>
    <w:rsid w:val="003C0187"/>
    <w:rsid w:val="003C2445"/>
    <w:rsid w:val="003C2D2D"/>
    <w:rsid w:val="003C3A38"/>
    <w:rsid w:val="003C3CF6"/>
    <w:rsid w:val="003C526E"/>
    <w:rsid w:val="003D360B"/>
    <w:rsid w:val="003D3FEC"/>
    <w:rsid w:val="003D7915"/>
    <w:rsid w:val="003E0C76"/>
    <w:rsid w:val="003E0CC5"/>
    <w:rsid w:val="003E3241"/>
    <w:rsid w:val="003E43BF"/>
    <w:rsid w:val="003E584C"/>
    <w:rsid w:val="003F2BD9"/>
    <w:rsid w:val="00405882"/>
    <w:rsid w:val="00406961"/>
    <w:rsid w:val="00413C71"/>
    <w:rsid w:val="004364BA"/>
    <w:rsid w:val="00437862"/>
    <w:rsid w:val="00447E6E"/>
    <w:rsid w:val="00450AA4"/>
    <w:rsid w:val="004521FC"/>
    <w:rsid w:val="00454214"/>
    <w:rsid w:val="004563C9"/>
    <w:rsid w:val="00460002"/>
    <w:rsid w:val="00462C4F"/>
    <w:rsid w:val="00474FA8"/>
    <w:rsid w:val="0048656C"/>
    <w:rsid w:val="00490B93"/>
    <w:rsid w:val="00494E47"/>
    <w:rsid w:val="00496163"/>
    <w:rsid w:val="004A2046"/>
    <w:rsid w:val="004A36D9"/>
    <w:rsid w:val="004A65D3"/>
    <w:rsid w:val="004B2F62"/>
    <w:rsid w:val="004B3832"/>
    <w:rsid w:val="004B56F0"/>
    <w:rsid w:val="004B7848"/>
    <w:rsid w:val="004C155E"/>
    <w:rsid w:val="004D22DE"/>
    <w:rsid w:val="004E1AF9"/>
    <w:rsid w:val="004E466D"/>
    <w:rsid w:val="004F1937"/>
    <w:rsid w:val="00500796"/>
    <w:rsid w:val="00501E88"/>
    <w:rsid w:val="005028CE"/>
    <w:rsid w:val="00512CCD"/>
    <w:rsid w:val="00520423"/>
    <w:rsid w:val="00524094"/>
    <w:rsid w:val="0053394F"/>
    <w:rsid w:val="00533A8E"/>
    <w:rsid w:val="00540C98"/>
    <w:rsid w:val="005465C5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87418"/>
    <w:rsid w:val="0059026F"/>
    <w:rsid w:val="005960AB"/>
    <w:rsid w:val="00597F4F"/>
    <w:rsid w:val="005B591D"/>
    <w:rsid w:val="005D1EFA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65B5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29C0"/>
    <w:rsid w:val="006B75B3"/>
    <w:rsid w:val="006C1A3C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46127"/>
    <w:rsid w:val="007469DD"/>
    <w:rsid w:val="00746A1C"/>
    <w:rsid w:val="00772469"/>
    <w:rsid w:val="007774AA"/>
    <w:rsid w:val="0078026D"/>
    <w:rsid w:val="00794F94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32E32"/>
    <w:rsid w:val="008341C6"/>
    <w:rsid w:val="00837241"/>
    <w:rsid w:val="008602E5"/>
    <w:rsid w:val="00867657"/>
    <w:rsid w:val="00875CB1"/>
    <w:rsid w:val="0087773D"/>
    <w:rsid w:val="00880C8A"/>
    <w:rsid w:val="008817D6"/>
    <w:rsid w:val="00883313"/>
    <w:rsid w:val="008835BA"/>
    <w:rsid w:val="00891CFA"/>
    <w:rsid w:val="00895DA4"/>
    <w:rsid w:val="008B0B3E"/>
    <w:rsid w:val="008B1C73"/>
    <w:rsid w:val="008B2B53"/>
    <w:rsid w:val="008B357C"/>
    <w:rsid w:val="008B4569"/>
    <w:rsid w:val="008B4C26"/>
    <w:rsid w:val="008B5E3A"/>
    <w:rsid w:val="008D4108"/>
    <w:rsid w:val="008D6CD4"/>
    <w:rsid w:val="008E0770"/>
    <w:rsid w:val="008E3C31"/>
    <w:rsid w:val="008E4922"/>
    <w:rsid w:val="008E5F58"/>
    <w:rsid w:val="008F2867"/>
    <w:rsid w:val="00902F7E"/>
    <w:rsid w:val="00902FD5"/>
    <w:rsid w:val="00904D94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86690"/>
    <w:rsid w:val="00992C12"/>
    <w:rsid w:val="009A4826"/>
    <w:rsid w:val="009A6D4F"/>
    <w:rsid w:val="009A7946"/>
    <w:rsid w:val="009A7DD4"/>
    <w:rsid w:val="009B091E"/>
    <w:rsid w:val="009B2050"/>
    <w:rsid w:val="009B4D5F"/>
    <w:rsid w:val="009C02F1"/>
    <w:rsid w:val="009C1FB0"/>
    <w:rsid w:val="009C5DCA"/>
    <w:rsid w:val="009C65EB"/>
    <w:rsid w:val="009D0E7D"/>
    <w:rsid w:val="009D23AD"/>
    <w:rsid w:val="009D4AEE"/>
    <w:rsid w:val="009F248B"/>
    <w:rsid w:val="009F4272"/>
    <w:rsid w:val="00A04963"/>
    <w:rsid w:val="00A21FA3"/>
    <w:rsid w:val="00A26C2D"/>
    <w:rsid w:val="00A30E83"/>
    <w:rsid w:val="00A40E9A"/>
    <w:rsid w:val="00A41236"/>
    <w:rsid w:val="00A45CC1"/>
    <w:rsid w:val="00A47549"/>
    <w:rsid w:val="00A520F1"/>
    <w:rsid w:val="00A62CF2"/>
    <w:rsid w:val="00A63B34"/>
    <w:rsid w:val="00A63F29"/>
    <w:rsid w:val="00A64541"/>
    <w:rsid w:val="00A6775B"/>
    <w:rsid w:val="00A753DF"/>
    <w:rsid w:val="00A769FA"/>
    <w:rsid w:val="00A80ADB"/>
    <w:rsid w:val="00A813DA"/>
    <w:rsid w:val="00A85282"/>
    <w:rsid w:val="00A86A55"/>
    <w:rsid w:val="00A92137"/>
    <w:rsid w:val="00A95978"/>
    <w:rsid w:val="00AA2D98"/>
    <w:rsid w:val="00AA63F8"/>
    <w:rsid w:val="00AB24CC"/>
    <w:rsid w:val="00AB3A5D"/>
    <w:rsid w:val="00AB4901"/>
    <w:rsid w:val="00AB492B"/>
    <w:rsid w:val="00AB7C0F"/>
    <w:rsid w:val="00AC277A"/>
    <w:rsid w:val="00AC55E5"/>
    <w:rsid w:val="00AD23CB"/>
    <w:rsid w:val="00AD4631"/>
    <w:rsid w:val="00AF071C"/>
    <w:rsid w:val="00AF1276"/>
    <w:rsid w:val="00AF2F3F"/>
    <w:rsid w:val="00AF6F35"/>
    <w:rsid w:val="00B0524C"/>
    <w:rsid w:val="00B3099D"/>
    <w:rsid w:val="00B32543"/>
    <w:rsid w:val="00B32B3F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B432A"/>
    <w:rsid w:val="00BC280D"/>
    <w:rsid w:val="00BC3C3D"/>
    <w:rsid w:val="00BD48CA"/>
    <w:rsid w:val="00BD799E"/>
    <w:rsid w:val="00BE0CF1"/>
    <w:rsid w:val="00BE23A6"/>
    <w:rsid w:val="00BE365D"/>
    <w:rsid w:val="00BE5E60"/>
    <w:rsid w:val="00BF04A3"/>
    <w:rsid w:val="00BF7EA7"/>
    <w:rsid w:val="00C052B3"/>
    <w:rsid w:val="00C06D89"/>
    <w:rsid w:val="00C10A42"/>
    <w:rsid w:val="00C114FE"/>
    <w:rsid w:val="00C136BB"/>
    <w:rsid w:val="00C16F05"/>
    <w:rsid w:val="00C20DE6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40B6"/>
    <w:rsid w:val="00D135B1"/>
    <w:rsid w:val="00D13DCF"/>
    <w:rsid w:val="00D15666"/>
    <w:rsid w:val="00D1673D"/>
    <w:rsid w:val="00D16FE2"/>
    <w:rsid w:val="00D17AAC"/>
    <w:rsid w:val="00D21F68"/>
    <w:rsid w:val="00D23FF1"/>
    <w:rsid w:val="00D24E35"/>
    <w:rsid w:val="00D27671"/>
    <w:rsid w:val="00D33380"/>
    <w:rsid w:val="00D44E48"/>
    <w:rsid w:val="00D510C6"/>
    <w:rsid w:val="00D54E84"/>
    <w:rsid w:val="00D63E4C"/>
    <w:rsid w:val="00D81D34"/>
    <w:rsid w:val="00D82A4D"/>
    <w:rsid w:val="00D876A4"/>
    <w:rsid w:val="00D97462"/>
    <w:rsid w:val="00DB4423"/>
    <w:rsid w:val="00DC087D"/>
    <w:rsid w:val="00DC5C63"/>
    <w:rsid w:val="00DC759C"/>
    <w:rsid w:val="00DC75CF"/>
    <w:rsid w:val="00DD3E18"/>
    <w:rsid w:val="00DD4E88"/>
    <w:rsid w:val="00DD5EB5"/>
    <w:rsid w:val="00DE5EA7"/>
    <w:rsid w:val="00DE7061"/>
    <w:rsid w:val="00E04698"/>
    <w:rsid w:val="00E06DD6"/>
    <w:rsid w:val="00E135AE"/>
    <w:rsid w:val="00E21683"/>
    <w:rsid w:val="00E22BE9"/>
    <w:rsid w:val="00E43A73"/>
    <w:rsid w:val="00E45ABD"/>
    <w:rsid w:val="00E46705"/>
    <w:rsid w:val="00E54C09"/>
    <w:rsid w:val="00E72884"/>
    <w:rsid w:val="00E76F74"/>
    <w:rsid w:val="00E84744"/>
    <w:rsid w:val="00E9002E"/>
    <w:rsid w:val="00EA6419"/>
    <w:rsid w:val="00EB1AE8"/>
    <w:rsid w:val="00EB494A"/>
    <w:rsid w:val="00EB7513"/>
    <w:rsid w:val="00EC0BD0"/>
    <w:rsid w:val="00EC1C6B"/>
    <w:rsid w:val="00EC3F79"/>
    <w:rsid w:val="00EC79C3"/>
    <w:rsid w:val="00ED0E42"/>
    <w:rsid w:val="00ED313C"/>
    <w:rsid w:val="00ED6059"/>
    <w:rsid w:val="00EE0266"/>
    <w:rsid w:val="00EE2014"/>
    <w:rsid w:val="00EF0871"/>
    <w:rsid w:val="00EF2B16"/>
    <w:rsid w:val="00EF3163"/>
    <w:rsid w:val="00F0406F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44E"/>
    <w:rsid w:val="00F57C85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4521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9706CC"/>
  <w15:chartTrackingRefBased/>
  <w15:docId w15:val="{CD0642DA-12D6-4A98-BE88-8AD58BF2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854AF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854A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854AF"/>
    <w:rPr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0C0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Stavovyi%20Andriy%20Ryslanivich\.Stavovyi%20&#1056;&#1086;&#1073;&#1086;&#1090;&#1072;\&#1053;&#1072;&#1089;&#1090;&#1088;&#1086;&#1102;&#1074;&#1072;&#1085;&#1110;%20&#1096;&#1072;&#1073;&#1083;&#1086;&#1085;&#1080;%20Office\!%20&#1053;&#1054;&#1042;&#1030;\&#1064;&#1040;&#1041;&#1051;&#1054;&#1053;%202.1%20-%20&#1055;&#1088;&#1086;%20&#1079;&#1072;&#1090;&#1074;&#1077;&#1088;&#1076;&#1078;&#1077;&#1085;&#1085;&#1103;%20&#1090;&#1077;&#1093;&#1085;&#1110;&#1095;&#1085;&#1086;&#1111;%20&#1076;&#1086;&#1082;&#1091;&#1084;&#1077;&#1085;&#1090;&#1072;&#1094;&#1110;&#1111;_%201%20&#1076;&#1110;&#1083;&#1103;&#1085;&#1082;&#1072;,%202%20&#1074;&#1083;&#1072;&#1089;&#1085;&#1080;&#1082;.dot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C3C88CBE-3379-494F-85DC-A44A3047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2.1 - Про затвердження технічної документації_ 1 ділянка, 2 власник</Template>
  <TotalTime>1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Stavovui Admin</cp:lastModifiedBy>
  <cp:revision>4</cp:revision>
  <dcterms:created xsi:type="dcterms:W3CDTF">2022-12-06T12:28:00Z</dcterms:created>
  <dcterms:modified xsi:type="dcterms:W3CDTF">2022-12-13T11:47:00Z</dcterms:modified>
</cp:coreProperties>
</file>